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E023D" w14:textId="77777777" w:rsidR="00B64BC9" w:rsidRPr="00B64BC9" w:rsidRDefault="00997F14" w:rsidP="00B64BC9">
      <w:pPr>
        <w:spacing w:line="240" w:lineRule="auto"/>
        <w:jc w:val="right"/>
        <w:rPr>
          <w:rFonts w:ascii="Corbel" w:hAnsi="Corbel"/>
          <w:bCs/>
          <w:i/>
        </w:rPr>
      </w:pPr>
      <w:r w:rsidRPr="108158D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64BC9" w:rsidRPr="00B64BC9">
        <w:rPr>
          <w:rFonts w:ascii="Corbel" w:hAnsi="Corbel"/>
          <w:bCs/>
          <w:i/>
        </w:rPr>
        <w:t>Załącznik nr 1.5 do Zarządzenia Rektora UR nr 7/2023</w:t>
      </w:r>
    </w:p>
    <w:p w14:paraId="20188EB7" w14:textId="77777777" w:rsidR="00B64BC9" w:rsidRPr="00B64BC9" w:rsidRDefault="00B64BC9" w:rsidP="00B64B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64BC9">
        <w:rPr>
          <w:rFonts w:ascii="Corbel" w:hAnsi="Corbel"/>
          <w:b/>
          <w:smallCaps/>
          <w:sz w:val="24"/>
          <w:szCs w:val="24"/>
        </w:rPr>
        <w:t>SYLABUS</w:t>
      </w:r>
    </w:p>
    <w:p w14:paraId="6927D0EE" w14:textId="43E3019A" w:rsidR="00B64BC9" w:rsidRPr="00B64BC9" w:rsidRDefault="00B64BC9" w:rsidP="00B64B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64BC9">
        <w:rPr>
          <w:rFonts w:ascii="Corbel" w:hAnsi="Corbel"/>
          <w:b/>
          <w:smallCaps/>
          <w:sz w:val="24"/>
          <w:szCs w:val="24"/>
        </w:rPr>
        <w:t>dotyczy cyklu kształcenia 202</w:t>
      </w:r>
      <w:r w:rsidR="006D2DA4">
        <w:rPr>
          <w:rFonts w:ascii="Corbel" w:hAnsi="Corbel"/>
          <w:b/>
          <w:smallCaps/>
          <w:sz w:val="24"/>
          <w:szCs w:val="24"/>
        </w:rPr>
        <w:t>5</w:t>
      </w:r>
      <w:r w:rsidRPr="00B64BC9">
        <w:rPr>
          <w:rFonts w:ascii="Corbel" w:hAnsi="Corbel"/>
          <w:b/>
          <w:smallCaps/>
          <w:sz w:val="24"/>
          <w:szCs w:val="24"/>
        </w:rPr>
        <w:t>-202</w:t>
      </w:r>
      <w:r w:rsidR="006D2DA4">
        <w:rPr>
          <w:rFonts w:ascii="Corbel" w:hAnsi="Corbel"/>
          <w:b/>
          <w:smallCaps/>
          <w:sz w:val="24"/>
          <w:szCs w:val="24"/>
        </w:rPr>
        <w:t>8</w:t>
      </w:r>
    </w:p>
    <w:p w14:paraId="37871B1F" w14:textId="77777777" w:rsidR="00B64BC9" w:rsidRPr="00B64BC9" w:rsidRDefault="00B64BC9" w:rsidP="00B64BC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64BC9">
        <w:rPr>
          <w:rFonts w:ascii="Corbel" w:hAnsi="Corbel"/>
          <w:i/>
          <w:sz w:val="20"/>
          <w:szCs w:val="20"/>
        </w:rPr>
        <w:t>(skrajne daty</w:t>
      </w:r>
      <w:r w:rsidRPr="00B64BC9">
        <w:rPr>
          <w:rFonts w:ascii="Corbel" w:hAnsi="Corbel"/>
          <w:sz w:val="20"/>
          <w:szCs w:val="20"/>
        </w:rPr>
        <w:t>)</w:t>
      </w:r>
    </w:p>
    <w:p w14:paraId="0F05DE12" w14:textId="58CA87C2" w:rsidR="00445970" w:rsidRPr="00EA4832" w:rsidRDefault="00B64BC9" w:rsidP="00B64BC9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B64BC9">
        <w:rPr>
          <w:rFonts w:ascii="Corbel" w:hAnsi="Corbel"/>
          <w:sz w:val="20"/>
          <w:szCs w:val="20"/>
        </w:rPr>
        <w:t>Rok akademicki 202</w:t>
      </w:r>
      <w:r w:rsidR="006D2DA4">
        <w:rPr>
          <w:rFonts w:ascii="Corbel" w:hAnsi="Corbel"/>
          <w:sz w:val="20"/>
          <w:szCs w:val="20"/>
        </w:rPr>
        <w:t>5</w:t>
      </w:r>
      <w:r w:rsidRPr="00B64BC9">
        <w:rPr>
          <w:rFonts w:ascii="Corbel" w:hAnsi="Corbel"/>
          <w:sz w:val="20"/>
          <w:szCs w:val="20"/>
        </w:rPr>
        <w:t>/202</w:t>
      </w:r>
      <w:r w:rsidR="003323E2">
        <w:rPr>
          <w:rFonts w:ascii="Corbel" w:hAnsi="Corbel"/>
          <w:sz w:val="20"/>
          <w:szCs w:val="20"/>
        </w:rPr>
        <w:t>6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D1FA95" w14:textId="77777777" w:rsidTr="003323E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E8B0F1" w14:textId="77777777" w:rsidR="0085747A" w:rsidRPr="009C54AE" w:rsidRDefault="00405856" w:rsidP="22866F81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2866F81">
              <w:rPr>
                <w:rFonts w:ascii="Corbel" w:hAnsi="Corbel"/>
                <w:bCs/>
                <w:sz w:val="24"/>
                <w:szCs w:val="24"/>
              </w:rPr>
              <w:t xml:space="preserve">Współczesne systemy polityczne </w:t>
            </w:r>
          </w:p>
        </w:tc>
      </w:tr>
      <w:tr w:rsidR="0085747A" w:rsidRPr="009C54AE" w14:paraId="782DA9D9" w14:textId="77777777" w:rsidTr="003323E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0E5FC66" w14:textId="77777777" w:rsidR="0085747A" w:rsidRPr="009C54AE" w:rsidRDefault="002605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MK_08</w:t>
            </w:r>
          </w:p>
        </w:tc>
      </w:tr>
      <w:tr w:rsidR="003323E2" w:rsidRPr="009C54AE" w14:paraId="5C0172EC" w14:textId="77777777" w:rsidTr="003323E2">
        <w:tc>
          <w:tcPr>
            <w:tcW w:w="2694" w:type="dxa"/>
            <w:vAlign w:val="center"/>
          </w:tcPr>
          <w:p w14:paraId="249A5C16" w14:textId="77777777" w:rsidR="003323E2" w:rsidRPr="009C54AE" w:rsidRDefault="003323E2" w:rsidP="003323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2AE22E75" w:rsidR="003323E2" w:rsidRPr="003323E2" w:rsidRDefault="003323E2" w:rsidP="003323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323E2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3323E2" w:rsidRPr="009C54AE" w14:paraId="3F921B5A" w14:textId="77777777" w:rsidTr="003323E2">
        <w:tc>
          <w:tcPr>
            <w:tcW w:w="2694" w:type="dxa"/>
            <w:vAlign w:val="center"/>
          </w:tcPr>
          <w:p w14:paraId="0A39E105" w14:textId="77777777" w:rsidR="003323E2" w:rsidRPr="009C54AE" w:rsidRDefault="003323E2" w:rsidP="003323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154B03" w14:textId="6CE06BD1" w:rsidR="003323E2" w:rsidRPr="003323E2" w:rsidRDefault="003323E2" w:rsidP="003323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323E2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03323E2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4058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405856" w:rsidRPr="009C54AE" w14:paraId="11529C0C" w14:textId="77777777" w:rsidTr="003323E2">
        <w:tc>
          <w:tcPr>
            <w:tcW w:w="2694" w:type="dxa"/>
            <w:vAlign w:val="center"/>
          </w:tcPr>
          <w:p w14:paraId="448A1CED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05856" w:rsidRPr="009C54AE" w14:paraId="3A488BE5" w14:textId="77777777" w:rsidTr="003323E2">
        <w:trPr>
          <w:trHeight w:val="70"/>
        </w:trPr>
        <w:tc>
          <w:tcPr>
            <w:tcW w:w="2694" w:type="dxa"/>
            <w:vAlign w:val="center"/>
          </w:tcPr>
          <w:p w14:paraId="04C0481C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05856" w:rsidRPr="009C54AE" w14:paraId="629FB805" w14:textId="77777777" w:rsidTr="003323E2">
        <w:tc>
          <w:tcPr>
            <w:tcW w:w="2694" w:type="dxa"/>
            <w:vAlign w:val="center"/>
          </w:tcPr>
          <w:p w14:paraId="7C3992E0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D936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82636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1721E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05856" w:rsidRPr="009C54AE" w14:paraId="520A0DC2" w14:textId="77777777" w:rsidTr="003323E2">
        <w:trPr>
          <w:trHeight w:val="70"/>
        </w:trPr>
        <w:tc>
          <w:tcPr>
            <w:tcW w:w="2694" w:type="dxa"/>
            <w:vAlign w:val="center"/>
          </w:tcPr>
          <w:p w14:paraId="47AAF248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133D6B" w14:textId="59180372" w:rsidR="00405856" w:rsidRPr="001721EF" w:rsidRDefault="00405856" w:rsidP="004058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46445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0551D1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05856" w:rsidRPr="009C54AE" w14:paraId="35EFD204" w14:textId="77777777" w:rsidTr="003323E2">
        <w:tc>
          <w:tcPr>
            <w:tcW w:w="2694" w:type="dxa"/>
            <w:vAlign w:val="center"/>
          </w:tcPr>
          <w:p w14:paraId="5863A118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D6B865" w14:textId="17A58F4B" w:rsidR="00405856" w:rsidRPr="001721EF" w:rsidRDefault="00405856" w:rsidP="14452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4452F9C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05856" w:rsidRPr="009C54AE" w14:paraId="26EB6C12" w14:textId="77777777" w:rsidTr="003323E2">
        <w:tc>
          <w:tcPr>
            <w:tcW w:w="2694" w:type="dxa"/>
            <w:vAlign w:val="center"/>
          </w:tcPr>
          <w:p w14:paraId="13A990D4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05856" w:rsidRPr="009C54AE" w14:paraId="21862604" w14:textId="77777777" w:rsidTr="003323E2">
        <w:tc>
          <w:tcPr>
            <w:tcW w:w="2694" w:type="dxa"/>
            <w:vAlign w:val="center"/>
          </w:tcPr>
          <w:p w14:paraId="69C2AF6E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F49251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405856" w:rsidRPr="009C54AE" w14:paraId="56850A0E" w14:textId="77777777" w:rsidTr="003323E2">
        <w:tc>
          <w:tcPr>
            <w:tcW w:w="2694" w:type="dxa"/>
            <w:vAlign w:val="center"/>
          </w:tcPr>
          <w:p w14:paraId="471FE442" w14:textId="77777777" w:rsidR="00405856" w:rsidRPr="009C54AE" w:rsidRDefault="004058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67E453" w14:textId="77777777" w:rsidR="00405856" w:rsidRPr="001721EF" w:rsidRDefault="00405856" w:rsidP="005D28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85"/>
        <w:gridCol w:w="725"/>
        <w:gridCol w:w="960"/>
        <w:gridCol w:w="810"/>
        <w:gridCol w:w="795"/>
        <w:gridCol w:w="671"/>
        <w:gridCol w:w="948"/>
        <w:gridCol w:w="1189"/>
        <w:gridCol w:w="1505"/>
      </w:tblGrid>
      <w:tr w:rsidR="00015B8F" w:rsidRPr="009C54AE" w14:paraId="4A00F406" w14:textId="77777777" w:rsidTr="22866F81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1E1896" w14:textId="77777777" w:rsidTr="22866F81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DA7B" w14:textId="77777777" w:rsidR="00015B8F" w:rsidRPr="009C54AE" w:rsidRDefault="004058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8022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A826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0585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FFC0" w14:textId="77777777" w:rsidR="00015B8F" w:rsidRPr="009C54AE" w:rsidRDefault="002605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0585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4058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4058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4058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4058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4058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4058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2605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5FC6AF1" w14:textId="77777777" w:rsidR="00405856" w:rsidRPr="001721EF" w:rsidRDefault="00405856" w:rsidP="004058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21EF">
        <w:rPr>
          <w:rFonts w:ascii="Cambria Math" w:eastAsia="MS Gothic" w:hAnsi="Cambria Math" w:cs="Cambria Math"/>
          <w:b w:val="0"/>
          <w:sz w:val="32"/>
          <w:lang w:val="en-US"/>
        </w:rPr>
        <w:t>⊠</w:t>
      </w:r>
      <w:r w:rsidRPr="001721E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1AA404AD" w:rsidR="00E22FBC" w:rsidRDefault="00E22FBC" w:rsidP="108158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08158DA">
        <w:rPr>
          <w:rFonts w:ascii="Corbel" w:hAnsi="Corbel"/>
          <w:smallCaps w:val="0"/>
        </w:rPr>
        <w:t xml:space="preserve">1.3 </w:t>
      </w:r>
      <w:r>
        <w:tab/>
      </w:r>
      <w:r w:rsidRPr="108158DA">
        <w:rPr>
          <w:rFonts w:ascii="Corbel" w:hAnsi="Corbel"/>
          <w:smallCaps w:val="0"/>
        </w:rPr>
        <w:t>For</w:t>
      </w:r>
      <w:r w:rsidR="00445970" w:rsidRPr="108158DA">
        <w:rPr>
          <w:rFonts w:ascii="Corbel" w:hAnsi="Corbel"/>
          <w:smallCaps w:val="0"/>
        </w:rPr>
        <w:t xml:space="preserve">ma zaliczenia przedmiotu </w:t>
      </w:r>
      <w:r w:rsidRPr="108158DA">
        <w:rPr>
          <w:rFonts w:ascii="Corbel" w:hAnsi="Corbel"/>
          <w:smallCaps w:val="0"/>
        </w:rPr>
        <w:t xml:space="preserve">(z toku) </w:t>
      </w:r>
      <w:r w:rsidRPr="108158DA">
        <w:rPr>
          <w:rFonts w:ascii="Corbel" w:hAnsi="Corbel"/>
          <w:b w:val="0"/>
          <w:smallCaps w:val="0"/>
        </w:rPr>
        <w:t>(egzamin, zaliczenie z oceną, zaliczenie bez oceny)</w:t>
      </w:r>
    </w:p>
    <w:p w14:paraId="60B73BF3" w14:textId="1E7A5B56" w:rsidR="22866F81" w:rsidRDefault="22866F81" w:rsidP="22866F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14:paraId="0F494047" w14:textId="77777777" w:rsidR="00405856" w:rsidRPr="00405856" w:rsidRDefault="0040585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05856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27CF4518" w14:textId="77777777" w:rsidR="00405856" w:rsidRPr="00405856" w:rsidRDefault="0040585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05856">
        <w:rPr>
          <w:rFonts w:ascii="Corbel" w:hAnsi="Corbel"/>
          <w:b w:val="0"/>
          <w:smallCaps w:val="0"/>
          <w:szCs w:val="24"/>
        </w:rPr>
        <w:t>Wykład - egzamin</w:t>
      </w:r>
    </w:p>
    <w:p w14:paraId="5312826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42EC74" w14:textId="3C400DF2" w:rsidR="362006AB" w:rsidRDefault="362006AB" w:rsidP="362006AB">
      <w:pPr>
        <w:pStyle w:val="Punktygwne"/>
        <w:spacing w:before="0" w:after="0"/>
        <w:rPr>
          <w:rFonts w:ascii="Corbel" w:hAnsi="Corbel"/>
        </w:rPr>
      </w:pPr>
    </w:p>
    <w:p w14:paraId="78F745F4" w14:textId="77777777" w:rsidR="00CB4E9A" w:rsidRDefault="00CB4E9A" w:rsidP="009C54AE">
      <w:pPr>
        <w:pStyle w:val="Punktygwne"/>
        <w:spacing w:before="0" w:after="0"/>
        <w:rPr>
          <w:rFonts w:ascii="Corbel" w:hAnsi="Corbel"/>
        </w:rPr>
      </w:pPr>
    </w:p>
    <w:p w14:paraId="583D88E4" w14:textId="77777777" w:rsidR="00CB4E9A" w:rsidRDefault="00CB4E9A" w:rsidP="009C54AE">
      <w:pPr>
        <w:pStyle w:val="Punktygwne"/>
        <w:spacing w:before="0" w:after="0"/>
        <w:rPr>
          <w:rFonts w:ascii="Corbel" w:hAnsi="Corbel"/>
        </w:rPr>
      </w:pPr>
    </w:p>
    <w:p w14:paraId="24738352" w14:textId="77777777" w:rsidR="00CB4E9A" w:rsidRDefault="00CB4E9A" w:rsidP="009C54AE">
      <w:pPr>
        <w:pStyle w:val="Punktygwne"/>
        <w:spacing w:before="0" w:after="0"/>
        <w:rPr>
          <w:rFonts w:ascii="Corbel" w:hAnsi="Corbel"/>
        </w:rPr>
      </w:pPr>
    </w:p>
    <w:p w14:paraId="261BAAD1" w14:textId="4BB972BC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22866F81">
        <w:rPr>
          <w:rFonts w:ascii="Corbel" w:hAnsi="Corbel"/>
        </w:rPr>
        <w:t xml:space="preserve">2.Wymagania wstępne </w:t>
      </w:r>
    </w:p>
    <w:p w14:paraId="172DC967" w14:textId="66AC13FB" w:rsidR="22866F81" w:rsidRDefault="22866F81" w:rsidP="22866F81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D64E40" w14:textId="77777777" w:rsidTr="362006AB">
        <w:tc>
          <w:tcPr>
            <w:tcW w:w="9670" w:type="dxa"/>
          </w:tcPr>
          <w:p w14:paraId="1299C43A" w14:textId="2DFDA37E" w:rsidR="0085747A" w:rsidRPr="009C54AE" w:rsidRDefault="0038022F" w:rsidP="362006A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2006AB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podstawowych informacji o ustrojach politycznych poszczególnych państw, znajomość w stopniu podstawowym zagadnień związanych z życiem politycznym i</w:t>
            </w:r>
            <w:r w:rsidR="4B1D65EB" w:rsidRPr="362006A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62006AB">
              <w:rPr>
                <w:rFonts w:ascii="Corbel" w:hAnsi="Corbel"/>
                <w:b w:val="0"/>
                <w:smallCaps w:val="0"/>
                <w:color w:val="000000" w:themeColor="text1"/>
              </w:rPr>
              <w:t>społecznym państwa. Znajomość podstawowej terminologii z przedmiotu Nauka o państwie</w:t>
            </w:r>
            <w:r w:rsidR="004912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polityce</w:t>
            </w:r>
            <w:r w:rsidR="00950F0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</w:tc>
      </w:tr>
    </w:tbl>
    <w:p w14:paraId="4DDBEF0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0A24DAE8" w:rsidR="0085747A" w:rsidRPr="00C05F44" w:rsidRDefault="0071620A" w:rsidP="108158DA">
      <w:pPr>
        <w:pStyle w:val="Punktygwne"/>
        <w:spacing w:before="0" w:after="0"/>
        <w:rPr>
          <w:rFonts w:ascii="Corbel" w:hAnsi="Corbel"/>
        </w:rPr>
      </w:pPr>
      <w:r w:rsidRPr="108158DA">
        <w:rPr>
          <w:rFonts w:ascii="Corbel" w:hAnsi="Corbel"/>
        </w:rPr>
        <w:t>3.</w:t>
      </w:r>
      <w:r w:rsidR="0085747A" w:rsidRPr="108158DA">
        <w:rPr>
          <w:rFonts w:ascii="Corbel" w:hAnsi="Corbel"/>
        </w:rPr>
        <w:t xml:space="preserve"> </w:t>
      </w:r>
      <w:r w:rsidR="00A84C85" w:rsidRPr="108158DA">
        <w:rPr>
          <w:rFonts w:ascii="Corbel" w:hAnsi="Corbel"/>
        </w:rPr>
        <w:t>cele, efekty uczenia się</w:t>
      </w:r>
      <w:r w:rsidR="0085747A" w:rsidRPr="108158DA">
        <w:rPr>
          <w:rFonts w:ascii="Corbel" w:hAnsi="Corbel"/>
        </w:rPr>
        <w:t>, treści Programowe i stosowane metody Dydaktyczne</w:t>
      </w:r>
    </w:p>
    <w:p w14:paraId="3461D77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CF2D8B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022F" w:rsidRPr="009C54AE" w14:paraId="1050CD7E" w14:textId="77777777" w:rsidTr="22866F81">
        <w:tc>
          <w:tcPr>
            <w:tcW w:w="851" w:type="dxa"/>
            <w:vAlign w:val="center"/>
          </w:tcPr>
          <w:p w14:paraId="6780E770" w14:textId="77777777" w:rsidR="0038022F" w:rsidRPr="001721EF" w:rsidRDefault="0038022F" w:rsidP="003802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148D99D" w14:textId="77777777" w:rsidR="0038022F" w:rsidRPr="001721EF" w:rsidRDefault="0038022F" w:rsidP="22866F81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2866F8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Uzyskanie przez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w:rsidR="0038022F" w:rsidRPr="009C54AE" w14:paraId="05A9EC77" w14:textId="77777777" w:rsidTr="22866F81">
        <w:tc>
          <w:tcPr>
            <w:tcW w:w="851" w:type="dxa"/>
            <w:vAlign w:val="center"/>
          </w:tcPr>
          <w:p w14:paraId="550CF7E8" w14:textId="77777777" w:rsidR="0038022F" w:rsidRPr="001721EF" w:rsidRDefault="0038022F" w:rsidP="005D28B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6282E5D" w14:textId="77777777" w:rsidR="0038022F" w:rsidRPr="001721EF" w:rsidRDefault="0038022F" w:rsidP="22866F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2866F81">
              <w:rPr>
                <w:rFonts w:ascii="Corbel" w:hAnsi="Corbel"/>
                <w:b w:val="0"/>
                <w:sz w:val="24"/>
                <w:szCs w:val="24"/>
              </w:rPr>
              <w:t>Przedstawienie studentom różnic między prezentowanymi systemami politycznymi.</w:t>
            </w:r>
          </w:p>
        </w:tc>
      </w:tr>
      <w:tr w:rsidR="0038022F" w:rsidRPr="009C54AE" w14:paraId="63860021" w14:textId="77777777" w:rsidTr="22866F81">
        <w:tc>
          <w:tcPr>
            <w:tcW w:w="851" w:type="dxa"/>
            <w:vAlign w:val="center"/>
          </w:tcPr>
          <w:p w14:paraId="53C0B3C4" w14:textId="77777777" w:rsidR="0038022F" w:rsidRPr="001721EF" w:rsidRDefault="0038022F" w:rsidP="005D28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21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F2E6FB" w14:textId="77777777" w:rsidR="0038022F" w:rsidRPr="001721EF" w:rsidRDefault="0038022F" w:rsidP="22866F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2866F81">
              <w:rPr>
                <w:rFonts w:ascii="Corbel" w:hAnsi="Corbel"/>
                <w:b w:val="0"/>
                <w:sz w:val="24"/>
                <w:szCs w:val="24"/>
              </w:rPr>
              <w:t>Ustalenie zalet i wad poszczególnych rozwiązań ustrojowych.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C399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362006AB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022F" w:rsidRPr="009C54AE" w14:paraId="64FC30D1" w14:textId="77777777" w:rsidTr="362006AB">
        <w:tc>
          <w:tcPr>
            <w:tcW w:w="1701" w:type="dxa"/>
          </w:tcPr>
          <w:p w14:paraId="4FCA5964" w14:textId="77777777" w:rsidR="0038022F" w:rsidRPr="009C54AE" w:rsidRDefault="0038022F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E02D386" w14:textId="19B6DDC8" w:rsidR="0038022F" w:rsidRPr="00DD41C8" w:rsidRDefault="0038022F" w:rsidP="22866F81">
            <w:pPr>
              <w:tabs>
                <w:tab w:val="left" w:pos="675"/>
              </w:tabs>
              <w:jc w:val="both"/>
              <w:rPr>
                <w:rFonts w:ascii="Corbel" w:hAnsi="Corbel"/>
              </w:rPr>
            </w:pPr>
            <w:r w:rsidRPr="362006AB">
              <w:rPr>
                <w:rFonts w:ascii="Corbel" w:hAnsi="Corbel"/>
                <w:sz w:val="23"/>
                <w:szCs w:val="23"/>
              </w:rPr>
              <w:t>Student posiada wiedzę w zaawansowanym stopniu o</w:t>
            </w:r>
            <w:r w:rsidR="25C28FB8" w:rsidRPr="362006AB">
              <w:rPr>
                <w:rFonts w:ascii="Corbel" w:hAnsi="Corbel"/>
                <w:sz w:val="23"/>
                <w:szCs w:val="23"/>
              </w:rPr>
              <w:t xml:space="preserve"> </w:t>
            </w:r>
            <w:r w:rsidRPr="362006AB">
              <w:rPr>
                <w:rFonts w:ascii="Corbel" w:hAnsi="Corbel"/>
                <w:sz w:val="23"/>
                <w:szCs w:val="23"/>
              </w:rPr>
              <w:t>charakterze nauk o polityce i administracji ze szczególnym uwzględnieniem stosunków międzynarodowych oraz ich miejscem w systemie nauk społecznych i w odniesieniu do innych nauk</w:t>
            </w:r>
          </w:p>
        </w:tc>
        <w:tc>
          <w:tcPr>
            <w:tcW w:w="1873" w:type="dxa"/>
          </w:tcPr>
          <w:p w14:paraId="27F8033C" w14:textId="77777777" w:rsidR="0038022F" w:rsidRPr="00DD41C8" w:rsidRDefault="0038022F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1C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8022F" w:rsidRPr="009C54AE" w14:paraId="280C399F" w14:textId="77777777" w:rsidTr="362006AB">
        <w:tc>
          <w:tcPr>
            <w:tcW w:w="1701" w:type="dxa"/>
          </w:tcPr>
          <w:p w14:paraId="56A76B19" w14:textId="77777777" w:rsidR="0038022F" w:rsidRPr="009C54AE" w:rsidRDefault="0038022F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69E5B88" w14:textId="77777777" w:rsidR="0038022F" w:rsidRPr="00DD41C8" w:rsidRDefault="0038022F" w:rsidP="22866F81">
            <w:pPr>
              <w:jc w:val="both"/>
              <w:rPr>
                <w:rFonts w:ascii="Corbel" w:hAnsi="Corbel"/>
              </w:rPr>
            </w:pPr>
            <w:r w:rsidRPr="22866F81">
              <w:rPr>
                <w:rFonts w:ascii="Corbel" w:hAnsi="Corbel"/>
                <w:sz w:val="23"/>
                <w:szCs w:val="23"/>
              </w:rPr>
              <w:t>Student posiada wiedzę w zaawansowanym stopniu na temat struktury i sposobu funkcjonowania instytucji politycznych na poziomie krajowym, organizacji międzynarodowych</w:t>
            </w:r>
          </w:p>
        </w:tc>
        <w:tc>
          <w:tcPr>
            <w:tcW w:w="1873" w:type="dxa"/>
          </w:tcPr>
          <w:p w14:paraId="79569C6D" w14:textId="77777777" w:rsidR="0038022F" w:rsidRPr="00DD41C8" w:rsidRDefault="0038022F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41C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41C8" w:rsidRPr="009C54AE" w14:paraId="7005DF45" w14:textId="77777777" w:rsidTr="362006AB">
        <w:tc>
          <w:tcPr>
            <w:tcW w:w="1701" w:type="dxa"/>
          </w:tcPr>
          <w:p w14:paraId="41960800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21E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EC306B" w14:textId="77777777" w:rsidR="00DD41C8" w:rsidRPr="00DD41C8" w:rsidRDefault="1BEF8496" w:rsidP="22866F81">
            <w:pPr>
              <w:jc w:val="both"/>
              <w:rPr>
                <w:rFonts w:ascii="Corbel" w:hAnsi="Corbel"/>
                <w:b/>
                <w:bCs/>
                <w:smallCaps/>
              </w:rPr>
            </w:pPr>
            <w:r w:rsidRPr="22866F81">
              <w:rPr>
                <w:rFonts w:ascii="Corbel" w:hAnsi="Corbel"/>
              </w:rPr>
              <w:t>Student potrafi</w:t>
            </w:r>
            <w:r w:rsidRPr="22866F81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Pr="22866F81">
              <w:rPr>
                <w:rFonts w:ascii="Corbel" w:hAnsi="Corbel"/>
                <w:sz w:val="24"/>
                <w:szCs w:val="24"/>
              </w:rPr>
              <w:t>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2A4E307F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41C8" w:rsidRPr="009C54AE" w14:paraId="0747138A" w14:textId="77777777" w:rsidTr="362006AB">
        <w:tc>
          <w:tcPr>
            <w:tcW w:w="1701" w:type="dxa"/>
          </w:tcPr>
          <w:p w14:paraId="78C3198C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21E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46F95AC" w14:textId="77777777" w:rsidR="00DD41C8" w:rsidRPr="00DD41C8" w:rsidRDefault="1BEF8496" w:rsidP="22866F8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2866F81">
              <w:rPr>
                <w:rFonts w:ascii="Corbel" w:hAnsi="Corbel"/>
                <w:sz w:val="24"/>
                <w:szCs w:val="24"/>
              </w:rPr>
              <w:t>Student potrafi krytycznie odnieść się do zgłaszanych na forum krajowym lub międzynarodowym propozycji rozwiązań konkretnych kwestii politycznych, gospodarczych oraz sformułować własne propozycje ich rozwiązania, a także wykorzystać wiedzę w konkretnych sytuacjach zawodowych</w:t>
            </w:r>
          </w:p>
        </w:tc>
        <w:tc>
          <w:tcPr>
            <w:tcW w:w="1873" w:type="dxa"/>
          </w:tcPr>
          <w:p w14:paraId="31229AF3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41C8" w:rsidRPr="009C54AE" w14:paraId="0B223387" w14:textId="77777777" w:rsidTr="362006AB">
        <w:tc>
          <w:tcPr>
            <w:tcW w:w="1701" w:type="dxa"/>
          </w:tcPr>
          <w:p w14:paraId="74357262" w14:textId="77777777" w:rsidR="00DD41C8" w:rsidRPr="001721EF" w:rsidRDefault="00DD41C8" w:rsidP="005D28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721EF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3E99F783" w14:textId="77777777" w:rsidR="00DD41C8" w:rsidRPr="00DD41C8" w:rsidRDefault="1BEF8496" w:rsidP="22866F8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2866F81">
              <w:rPr>
                <w:rFonts w:ascii="Corbel" w:hAnsi="Corbel"/>
                <w:sz w:val="24"/>
                <w:szCs w:val="24"/>
              </w:rPr>
              <w:t xml:space="preserve">Student jest przygotowany </w:t>
            </w:r>
            <w:r w:rsidRPr="22866F81">
              <w:rPr>
                <w:rFonts w:ascii="Corbel" w:hAnsi="Corbel"/>
              </w:rPr>
              <w:t xml:space="preserve">do opracowywania i realizowania projektów z zakresu funkcjonowania i działalności instytucji </w:t>
            </w:r>
            <w:r w:rsidR="00DD41C8">
              <w:br/>
            </w:r>
            <w:r w:rsidRPr="22866F81">
              <w:rPr>
                <w:rFonts w:ascii="Corbel" w:hAnsi="Corbel"/>
              </w:rPr>
              <w:t>i organizacji politycznych oraz gospodarczych na poziomie krajowym i międzynarodowym zarówno indywidualnie, jak również w ramach pracy zespołowej</w:t>
            </w:r>
          </w:p>
        </w:tc>
        <w:tc>
          <w:tcPr>
            <w:tcW w:w="1873" w:type="dxa"/>
          </w:tcPr>
          <w:p w14:paraId="5B2AA153" w14:textId="77777777" w:rsidR="00DD41C8" w:rsidRPr="009C54AE" w:rsidRDefault="00DD41C8" w:rsidP="00DD41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22866F8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22866F81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9751E04" w14:textId="77777777" w:rsidTr="22866F81">
        <w:tc>
          <w:tcPr>
            <w:tcW w:w="9639" w:type="dxa"/>
          </w:tcPr>
          <w:p w14:paraId="5043B84C" w14:textId="77777777" w:rsidR="0085747A" w:rsidRPr="009C54AE" w:rsidRDefault="00D90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systemu politycznego, jego elementy i klasyfikacja</w:t>
            </w:r>
          </w:p>
        </w:tc>
      </w:tr>
      <w:tr w:rsidR="0085747A" w:rsidRPr="009C54AE" w14:paraId="2109F2A3" w14:textId="77777777" w:rsidTr="22866F81">
        <w:tc>
          <w:tcPr>
            <w:tcW w:w="9639" w:type="dxa"/>
          </w:tcPr>
          <w:p w14:paraId="79876175" w14:textId="77777777" w:rsidR="0085747A" w:rsidRPr="009C54AE" w:rsidRDefault="00D9091D" w:rsidP="00D909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Konstytucja jako akt nadrzędny </w:t>
            </w:r>
          </w:p>
        </w:tc>
      </w:tr>
      <w:tr w:rsidR="0085747A" w:rsidRPr="009C54AE" w14:paraId="71642E73" w14:textId="77777777" w:rsidTr="22866F81">
        <w:tc>
          <w:tcPr>
            <w:tcW w:w="9639" w:type="dxa"/>
          </w:tcPr>
          <w:p w14:paraId="5575A5EE" w14:textId="77777777" w:rsidR="0085747A" w:rsidRPr="009C54AE" w:rsidRDefault="00D90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Partie polityczne oraz system partyjny jako wyznacznik systemu politycznego</w:t>
            </w:r>
          </w:p>
        </w:tc>
      </w:tr>
      <w:tr w:rsidR="00FB29A1" w:rsidRPr="009C54AE" w14:paraId="1BBEDD67" w14:textId="77777777" w:rsidTr="22866F81">
        <w:tc>
          <w:tcPr>
            <w:tcW w:w="9639" w:type="dxa"/>
          </w:tcPr>
          <w:p w14:paraId="6D57B66B" w14:textId="77777777" w:rsidR="00FB29A1" w:rsidRDefault="00FB29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interesu</w:t>
            </w:r>
          </w:p>
        </w:tc>
      </w:tr>
      <w:tr w:rsidR="00D9091D" w:rsidRPr="009C54AE" w14:paraId="552504DB" w14:textId="77777777" w:rsidTr="22866F81">
        <w:tc>
          <w:tcPr>
            <w:tcW w:w="9639" w:type="dxa"/>
          </w:tcPr>
          <w:p w14:paraId="5054E9C6" w14:textId="77777777" w:rsidR="00D9091D" w:rsidRPr="009C54AE" w:rsidRDefault="00D90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Demokracje skonsolidowane</w:t>
            </w:r>
          </w:p>
        </w:tc>
      </w:tr>
      <w:tr w:rsidR="00D9091D" w:rsidRPr="009C54AE" w14:paraId="41E4D722" w14:textId="77777777" w:rsidTr="22866F81">
        <w:tc>
          <w:tcPr>
            <w:tcW w:w="9639" w:type="dxa"/>
          </w:tcPr>
          <w:p w14:paraId="4CC2AD82" w14:textId="77777777" w:rsidR="00D9091D" w:rsidRPr="009C54AE" w:rsidRDefault="00D90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niedemokratyczne</w:t>
            </w:r>
          </w:p>
        </w:tc>
      </w:tr>
      <w:tr w:rsidR="00D9091D" w:rsidRPr="009C54AE" w14:paraId="07E3D0D3" w14:textId="77777777" w:rsidTr="22866F81">
        <w:tc>
          <w:tcPr>
            <w:tcW w:w="9639" w:type="dxa"/>
          </w:tcPr>
          <w:p w14:paraId="645F68AA" w14:textId="77777777" w:rsidR="00D9091D" w:rsidRPr="009C54AE" w:rsidRDefault="0E30B17B" w:rsidP="22866F81">
            <w:pPr>
              <w:pStyle w:val="Akapitzlist"/>
              <w:spacing w:after="0" w:line="240" w:lineRule="auto"/>
              <w:ind w:left="270"/>
              <w:rPr>
                <w:rFonts w:ascii="Corbel" w:hAnsi="Corbel"/>
                <w:sz w:val="24"/>
                <w:szCs w:val="24"/>
              </w:rPr>
            </w:pPr>
            <w:r w:rsidRPr="22866F81">
              <w:rPr>
                <w:rFonts w:ascii="Corbel" w:hAnsi="Corbel"/>
                <w:sz w:val="24"/>
                <w:szCs w:val="24"/>
              </w:rPr>
              <w:t xml:space="preserve">Reżimy polityczne państw europejskich (parlamentaryzm, </w:t>
            </w:r>
            <w:proofErr w:type="spellStart"/>
            <w:r w:rsidRPr="22866F81">
              <w:rPr>
                <w:rFonts w:ascii="Corbel" w:hAnsi="Corbel"/>
                <w:sz w:val="24"/>
                <w:szCs w:val="24"/>
              </w:rPr>
              <w:t>prezydencjalizm</w:t>
            </w:r>
            <w:proofErr w:type="spellEnd"/>
            <w:r w:rsidRPr="22866F8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22866F81">
              <w:rPr>
                <w:rFonts w:ascii="Corbel" w:hAnsi="Corbel"/>
                <w:sz w:val="24"/>
                <w:szCs w:val="24"/>
              </w:rPr>
              <w:t>semiprezydencjalizm</w:t>
            </w:r>
            <w:proofErr w:type="spellEnd"/>
            <w:r w:rsidRPr="22866F81">
              <w:rPr>
                <w:rFonts w:ascii="Corbel" w:hAnsi="Corbel"/>
                <w:sz w:val="24"/>
                <w:szCs w:val="24"/>
              </w:rPr>
              <w:t>, systemy hybrydowe)</w:t>
            </w:r>
          </w:p>
        </w:tc>
      </w:tr>
      <w:tr w:rsidR="00D9091D" w:rsidRPr="009C54AE" w14:paraId="6B636E70" w14:textId="77777777" w:rsidTr="22866F81">
        <w:tc>
          <w:tcPr>
            <w:tcW w:w="9639" w:type="dxa"/>
          </w:tcPr>
          <w:p w14:paraId="7A48353C" w14:textId="77777777" w:rsidR="00D9091D" w:rsidRPr="00FB29A1" w:rsidRDefault="0E30B17B" w:rsidP="22866F81">
            <w:pPr>
              <w:spacing w:after="0" w:line="240" w:lineRule="auto"/>
              <w:ind w:left="270"/>
              <w:rPr>
                <w:rFonts w:ascii="Corbel" w:hAnsi="Corbel"/>
                <w:sz w:val="24"/>
                <w:szCs w:val="24"/>
              </w:rPr>
            </w:pPr>
            <w:r w:rsidRPr="22866F81">
              <w:rPr>
                <w:rFonts w:ascii="Corbel" w:hAnsi="Corbel"/>
                <w:sz w:val="24"/>
                <w:szCs w:val="24"/>
              </w:rPr>
              <w:t>Systemy wyborcze</w:t>
            </w:r>
          </w:p>
        </w:tc>
      </w:tr>
      <w:tr w:rsidR="00D9091D" w:rsidRPr="009C54AE" w14:paraId="5ADB6271" w14:textId="77777777" w:rsidTr="22866F81">
        <w:tc>
          <w:tcPr>
            <w:tcW w:w="9639" w:type="dxa"/>
          </w:tcPr>
          <w:p w14:paraId="0242DB57" w14:textId="77777777" w:rsidR="00D9091D" w:rsidRDefault="00FB29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ustawodawcza</w:t>
            </w:r>
          </w:p>
        </w:tc>
      </w:tr>
      <w:tr w:rsidR="00D9091D" w:rsidRPr="009C54AE" w14:paraId="4C381A09" w14:textId="77777777" w:rsidTr="22866F81">
        <w:tc>
          <w:tcPr>
            <w:tcW w:w="9639" w:type="dxa"/>
          </w:tcPr>
          <w:p w14:paraId="3CB64244" w14:textId="77777777" w:rsidR="00D9091D" w:rsidRDefault="00FB29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wykonawcza</w:t>
            </w:r>
          </w:p>
        </w:tc>
      </w:tr>
      <w:tr w:rsidR="00D9091D" w:rsidRPr="009C54AE" w14:paraId="257BE2EB" w14:textId="77777777" w:rsidTr="22866F81">
        <w:tc>
          <w:tcPr>
            <w:tcW w:w="9639" w:type="dxa"/>
          </w:tcPr>
          <w:p w14:paraId="14383A96" w14:textId="77777777" w:rsidR="00D9091D" w:rsidRDefault="00FB29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Władza sądownicza</w:t>
            </w:r>
          </w:p>
        </w:tc>
      </w:tr>
    </w:tbl>
    <w:p w14:paraId="62EBF3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2866F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22866F81">
        <w:rPr>
          <w:rFonts w:ascii="Corbel" w:hAnsi="Corbel"/>
          <w:sz w:val="24"/>
          <w:szCs w:val="24"/>
        </w:rPr>
        <w:t xml:space="preserve">, </w:t>
      </w:r>
      <w:r w:rsidRPr="22866F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22866F81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29A1" w:rsidRPr="009C54AE" w14:paraId="215F5CDB" w14:textId="77777777" w:rsidTr="22866F81">
        <w:tc>
          <w:tcPr>
            <w:tcW w:w="9639" w:type="dxa"/>
          </w:tcPr>
          <w:p w14:paraId="3F056706" w14:textId="77777777" w:rsidR="00FB29A1" w:rsidRPr="001721EF" w:rsidRDefault="0E30B17B" w:rsidP="22866F8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22866F81">
              <w:rPr>
                <w:rFonts w:ascii="Corbel" w:hAnsi="Corbel"/>
                <w:sz w:val="24"/>
                <w:szCs w:val="24"/>
              </w:rPr>
              <w:t xml:space="preserve">Systemy polityczne – wprowadzenie </w:t>
            </w:r>
          </w:p>
        </w:tc>
      </w:tr>
      <w:tr w:rsidR="00FB29A1" w:rsidRPr="009C54AE" w14:paraId="4B8F3B66" w14:textId="77777777" w:rsidTr="22866F81">
        <w:tc>
          <w:tcPr>
            <w:tcW w:w="9639" w:type="dxa"/>
          </w:tcPr>
          <w:p w14:paraId="0D4E1A50" w14:textId="77777777" w:rsidR="00FB29A1" w:rsidRPr="001721EF" w:rsidRDefault="00FB29A1" w:rsidP="00EC0B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 Wielkiej Brytanii</w:t>
            </w:r>
          </w:p>
        </w:tc>
      </w:tr>
      <w:tr w:rsidR="00FB29A1" w:rsidRPr="009C54AE" w14:paraId="3390539D" w14:textId="77777777" w:rsidTr="22866F81">
        <w:tc>
          <w:tcPr>
            <w:tcW w:w="9639" w:type="dxa"/>
          </w:tcPr>
          <w:p w14:paraId="4BE920D9" w14:textId="77777777" w:rsidR="00FB29A1" w:rsidRPr="001721EF" w:rsidRDefault="00FB29A1" w:rsidP="00EC0B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 Włoch</w:t>
            </w:r>
          </w:p>
        </w:tc>
      </w:tr>
      <w:tr w:rsidR="00F70C50" w:rsidRPr="009C54AE" w14:paraId="4F6B2F4A" w14:textId="77777777" w:rsidTr="22866F81">
        <w:tc>
          <w:tcPr>
            <w:tcW w:w="9639" w:type="dxa"/>
          </w:tcPr>
          <w:p w14:paraId="7A1E4C29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</w:t>
            </w:r>
            <w:r>
              <w:rPr>
                <w:rFonts w:ascii="Corbel" w:hAnsi="Corbel"/>
                <w:sz w:val="24"/>
                <w:szCs w:val="24"/>
              </w:rPr>
              <w:t xml:space="preserve"> Republiki Federalnej</w:t>
            </w:r>
            <w:r w:rsidRPr="001721EF">
              <w:rPr>
                <w:rFonts w:ascii="Corbel" w:hAnsi="Corbel"/>
                <w:sz w:val="24"/>
                <w:szCs w:val="24"/>
              </w:rPr>
              <w:t xml:space="preserve"> Niemiec</w:t>
            </w:r>
          </w:p>
        </w:tc>
      </w:tr>
      <w:tr w:rsidR="00F70C50" w:rsidRPr="009C54AE" w14:paraId="2E2F0BEB" w14:textId="77777777" w:rsidTr="22866F81">
        <w:tc>
          <w:tcPr>
            <w:tcW w:w="9639" w:type="dxa"/>
          </w:tcPr>
          <w:p w14:paraId="1C2448EB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 Francji</w:t>
            </w:r>
          </w:p>
        </w:tc>
      </w:tr>
      <w:tr w:rsidR="00F70C50" w:rsidRPr="009C54AE" w14:paraId="572648C2" w14:textId="77777777" w:rsidTr="22866F81">
        <w:tc>
          <w:tcPr>
            <w:tcW w:w="9639" w:type="dxa"/>
          </w:tcPr>
          <w:p w14:paraId="3F63ED0C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polityczny Hiszpanii</w:t>
            </w:r>
          </w:p>
        </w:tc>
      </w:tr>
      <w:tr w:rsidR="00F70C50" w:rsidRPr="009C54AE" w14:paraId="01C418CE" w14:textId="77777777" w:rsidTr="22866F81">
        <w:tc>
          <w:tcPr>
            <w:tcW w:w="9639" w:type="dxa"/>
          </w:tcPr>
          <w:p w14:paraId="79685343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polityczny Szwajcarii</w:t>
            </w:r>
          </w:p>
        </w:tc>
      </w:tr>
      <w:tr w:rsidR="00F70C50" w:rsidRPr="009C54AE" w14:paraId="1F6390F7" w14:textId="77777777" w:rsidTr="22866F81">
        <w:tc>
          <w:tcPr>
            <w:tcW w:w="9639" w:type="dxa"/>
          </w:tcPr>
          <w:p w14:paraId="006CA54D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polityczny Szwecji </w:t>
            </w:r>
          </w:p>
        </w:tc>
      </w:tr>
      <w:tr w:rsidR="00F70C50" w:rsidRPr="009C54AE" w14:paraId="2FDFDC70" w14:textId="77777777" w:rsidTr="22866F81">
        <w:tc>
          <w:tcPr>
            <w:tcW w:w="9639" w:type="dxa"/>
          </w:tcPr>
          <w:p w14:paraId="4A7F0931" w14:textId="77777777" w:rsidR="00F70C50" w:rsidRPr="001721EF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polityczny Federacji Rosyjskiej </w:t>
            </w:r>
          </w:p>
        </w:tc>
      </w:tr>
      <w:tr w:rsidR="00F70C50" w:rsidRPr="009C54AE" w14:paraId="50CB778D" w14:textId="77777777" w:rsidTr="22866F81">
        <w:tc>
          <w:tcPr>
            <w:tcW w:w="9639" w:type="dxa"/>
          </w:tcPr>
          <w:p w14:paraId="77417374" w14:textId="77777777" w:rsidR="00F70C50" w:rsidRDefault="00F70C50" w:rsidP="005D2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721EF">
              <w:rPr>
                <w:rFonts w:ascii="Corbel" w:hAnsi="Corbel"/>
                <w:sz w:val="24"/>
                <w:szCs w:val="24"/>
              </w:rPr>
              <w:t>System polityczny Stanów Zjednoczonych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97CC1D" w14:textId="77777777" w:rsidR="00F70C50" w:rsidRDefault="00F70C5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2AAE88" w14:textId="77777777" w:rsidR="00F70C50" w:rsidRPr="001721EF" w:rsidRDefault="00F70C50" w:rsidP="00F70C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referaty, prezentacja multimedialna, praca zespołowa, praca w grupach</w:t>
      </w:r>
    </w:p>
    <w:p w14:paraId="543AE118" w14:textId="77777777" w:rsidR="00F70C50" w:rsidRDefault="00F70C50" w:rsidP="00F70C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721EF">
        <w:rPr>
          <w:rFonts w:ascii="Corbel" w:hAnsi="Corbel"/>
          <w:b w:val="0"/>
          <w:smallCaps w:val="0"/>
          <w:szCs w:val="24"/>
        </w:rPr>
        <w:t>Wykład: wykład problemowy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77D9E5" w14:textId="5A9C41E8" w:rsidR="362006AB" w:rsidRDefault="362006AB" w:rsidP="362006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0BA36AC5" w14:textId="5ABCA9A6" w:rsidR="362006AB" w:rsidRDefault="362006AB" w:rsidP="362006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1BE9A822" w14:textId="56A04634" w:rsidR="362006AB" w:rsidRDefault="362006AB" w:rsidP="362006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5A7257DE" w14:textId="27696FD0" w:rsidR="362006AB" w:rsidRDefault="362006AB" w:rsidP="362006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362006AB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7A60C0D3" w:rsidR="0085747A" w:rsidRPr="009C54AE" w:rsidRDefault="00A84C85" w:rsidP="22866F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866F8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AC645CF" w:rsidRPr="22866F8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C50" w:rsidRPr="009C54AE" w14:paraId="47DEE510" w14:textId="77777777" w:rsidTr="362006AB">
        <w:tc>
          <w:tcPr>
            <w:tcW w:w="1985" w:type="dxa"/>
          </w:tcPr>
          <w:p w14:paraId="6CCBC5F6" w14:textId="77777777" w:rsidR="00F70C50" w:rsidRPr="00F70C50" w:rsidRDefault="00F70C50" w:rsidP="00F70C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proofErr w:type="spellStart"/>
            <w:r w:rsidRPr="00F70C50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F70C50">
              <w:rPr>
                <w:rFonts w:ascii="Corbel" w:hAnsi="Corbel"/>
                <w:b w:val="0"/>
                <w:sz w:val="22"/>
              </w:rPr>
              <w:t>_ 01</w:t>
            </w:r>
          </w:p>
        </w:tc>
        <w:tc>
          <w:tcPr>
            <w:tcW w:w="5528" w:type="dxa"/>
          </w:tcPr>
          <w:p w14:paraId="0EB7AF16" w14:textId="5810762B" w:rsidR="00F70C50" w:rsidRPr="00F70C50" w:rsidRDefault="00F70C50" w:rsidP="36200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62006AB">
              <w:rPr>
                <w:rFonts w:ascii="Corbel" w:hAnsi="Corbel"/>
                <w:b w:val="0"/>
                <w:sz w:val="22"/>
              </w:rPr>
              <w:t>O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 xml:space="preserve">cena wypowiedzi studenta podczas </w:t>
            </w:r>
            <w:r w:rsidR="002605BC" w:rsidRPr="362006AB">
              <w:rPr>
                <w:rFonts w:ascii="Corbel" w:hAnsi="Corbel"/>
                <w:b w:val="0"/>
                <w:smallCaps w:val="0"/>
                <w:sz w:val="22"/>
              </w:rPr>
              <w:t>w trakcie zajęć i</w:t>
            </w:r>
            <w:r w:rsidR="4B8C2E95" w:rsidRPr="362006A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  <w:r w:rsidR="002605BC" w:rsidRPr="362006AB">
              <w:rPr>
                <w:rFonts w:ascii="Corbel" w:hAnsi="Corbel"/>
                <w:b w:val="0"/>
                <w:smallCaps w:val="0"/>
                <w:sz w:val="22"/>
              </w:rPr>
              <w:t>, egzamin</w:t>
            </w:r>
          </w:p>
        </w:tc>
        <w:tc>
          <w:tcPr>
            <w:tcW w:w="2126" w:type="dxa"/>
          </w:tcPr>
          <w:p w14:paraId="71E0C584" w14:textId="77777777" w:rsidR="00F70C50" w:rsidRPr="009C54AE" w:rsidRDefault="00F70C50" w:rsidP="00F70C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05BC" w:rsidRPr="009C54AE" w14:paraId="7369671D" w14:textId="77777777" w:rsidTr="362006AB">
        <w:tc>
          <w:tcPr>
            <w:tcW w:w="1985" w:type="dxa"/>
          </w:tcPr>
          <w:p w14:paraId="727CF0E4" w14:textId="77777777" w:rsidR="002605BC" w:rsidRPr="00F70C50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70C50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17290878" w14:textId="5CE4D95C" w:rsidR="002605BC" w:rsidRPr="00F70C50" w:rsidRDefault="002605BC" w:rsidP="36200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62006AB">
              <w:rPr>
                <w:rFonts w:ascii="Corbel" w:hAnsi="Corbel"/>
                <w:b w:val="0"/>
                <w:sz w:val="22"/>
              </w:rPr>
              <w:t>O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cena wypowiedzi studenta podczas w trakcie zajęć i</w:t>
            </w:r>
            <w:r w:rsidR="724D772D" w:rsidRPr="362006A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zaliczenia, egzamin</w:t>
            </w:r>
          </w:p>
        </w:tc>
        <w:tc>
          <w:tcPr>
            <w:tcW w:w="2126" w:type="dxa"/>
          </w:tcPr>
          <w:p w14:paraId="31573A30" w14:textId="77777777" w:rsidR="002605BC" w:rsidRPr="009C54AE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05BC" w:rsidRPr="009C54AE" w14:paraId="45943D7D" w14:textId="77777777" w:rsidTr="362006AB">
        <w:tc>
          <w:tcPr>
            <w:tcW w:w="1985" w:type="dxa"/>
          </w:tcPr>
          <w:p w14:paraId="1D652CBC" w14:textId="77777777" w:rsidR="002605BC" w:rsidRPr="00F70C50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70C50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61609BFF" w14:textId="6862A59C" w:rsidR="002605BC" w:rsidRPr="00F70C50" w:rsidRDefault="002605BC" w:rsidP="36200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62006AB">
              <w:rPr>
                <w:rFonts w:ascii="Corbel" w:hAnsi="Corbel"/>
                <w:b w:val="0"/>
                <w:sz w:val="22"/>
              </w:rPr>
              <w:t>O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cena wypowiedzi studenta podczas w trakcie zajęć i</w:t>
            </w:r>
            <w:r w:rsidR="1E2A6090" w:rsidRPr="362006A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zaliczenia, egzamin</w:t>
            </w:r>
          </w:p>
        </w:tc>
        <w:tc>
          <w:tcPr>
            <w:tcW w:w="2126" w:type="dxa"/>
          </w:tcPr>
          <w:p w14:paraId="16789853" w14:textId="77777777" w:rsidR="002605BC" w:rsidRPr="009C54AE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05BC" w:rsidRPr="009C54AE" w14:paraId="1B40D30B" w14:textId="77777777" w:rsidTr="362006AB">
        <w:tc>
          <w:tcPr>
            <w:tcW w:w="1985" w:type="dxa"/>
          </w:tcPr>
          <w:p w14:paraId="5990E71B" w14:textId="77777777" w:rsidR="002605BC" w:rsidRPr="00F70C50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70C50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037CA64E" w14:textId="6C788EFE" w:rsidR="002605BC" w:rsidRPr="00F70C50" w:rsidRDefault="002605BC" w:rsidP="36200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62006AB">
              <w:rPr>
                <w:rFonts w:ascii="Corbel" w:hAnsi="Corbel"/>
                <w:b w:val="0"/>
                <w:sz w:val="22"/>
              </w:rPr>
              <w:t>O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cena wypowiedzi studenta podczas w trakcie zajęć i</w:t>
            </w:r>
            <w:r w:rsidR="71B16800" w:rsidRPr="362006A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zaliczenia, egzamin</w:t>
            </w:r>
          </w:p>
        </w:tc>
        <w:tc>
          <w:tcPr>
            <w:tcW w:w="2126" w:type="dxa"/>
          </w:tcPr>
          <w:p w14:paraId="1A6C253D" w14:textId="77777777" w:rsidR="002605BC" w:rsidRPr="009C54AE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605BC" w:rsidRPr="009C54AE" w14:paraId="2D0C878A" w14:textId="77777777" w:rsidTr="362006AB">
        <w:tc>
          <w:tcPr>
            <w:tcW w:w="1985" w:type="dxa"/>
          </w:tcPr>
          <w:p w14:paraId="4A2F1096" w14:textId="77777777" w:rsidR="002605BC" w:rsidRPr="00F70C50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70C50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64BA5F7A" w14:textId="0930B656" w:rsidR="002605BC" w:rsidRPr="00F70C50" w:rsidRDefault="002605BC" w:rsidP="362006A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62006AB">
              <w:rPr>
                <w:rFonts w:ascii="Corbel" w:hAnsi="Corbel"/>
                <w:b w:val="0"/>
                <w:sz w:val="22"/>
              </w:rPr>
              <w:t>O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cena wypowiedzi studenta podczas w trakcie zajęć i</w:t>
            </w:r>
            <w:r w:rsidR="2819EA56" w:rsidRPr="362006A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62006AB">
              <w:rPr>
                <w:rFonts w:ascii="Corbel" w:hAnsi="Corbel"/>
                <w:b w:val="0"/>
                <w:smallCaps w:val="0"/>
                <w:sz w:val="22"/>
              </w:rPr>
              <w:t>zaliczenia</w:t>
            </w:r>
          </w:p>
        </w:tc>
        <w:tc>
          <w:tcPr>
            <w:tcW w:w="2126" w:type="dxa"/>
          </w:tcPr>
          <w:p w14:paraId="70024CEE" w14:textId="77777777" w:rsidR="002605BC" w:rsidRPr="001721EF" w:rsidRDefault="002605BC" w:rsidP="00260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B9E25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E22F01" w14:textId="77777777" w:rsidTr="22866F81">
        <w:tc>
          <w:tcPr>
            <w:tcW w:w="9670" w:type="dxa"/>
          </w:tcPr>
          <w:p w14:paraId="27E911B7" w14:textId="63E7A2E4" w:rsidR="0085747A" w:rsidRDefault="00F70C50" w:rsidP="22866F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2866F81">
              <w:rPr>
                <w:rFonts w:ascii="Corbel" w:hAnsi="Corbel"/>
                <w:b w:val="0"/>
                <w:smallCaps w:val="0"/>
              </w:rPr>
              <w:t>Ćwiczenia: kolokwium zaliczeniowe</w:t>
            </w:r>
          </w:p>
          <w:p w14:paraId="5043CB0F" w14:textId="44EC846E" w:rsidR="0085747A" w:rsidRPr="009C54AE" w:rsidRDefault="00F70C50" w:rsidP="22866F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2866F81">
              <w:rPr>
                <w:rFonts w:ascii="Corbel" w:hAnsi="Corbel"/>
                <w:b w:val="0"/>
                <w:smallCaps w:val="0"/>
              </w:rPr>
              <w:t>Wykład: egzamin pisemny</w:t>
            </w: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22866F8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C50" w:rsidRPr="009C54AE" w14:paraId="19876987" w14:textId="77777777" w:rsidTr="22866F81">
        <w:tc>
          <w:tcPr>
            <w:tcW w:w="4962" w:type="dxa"/>
          </w:tcPr>
          <w:p w14:paraId="1AB692D5" w14:textId="77777777" w:rsidR="00F70C50" w:rsidRPr="009C54AE" w:rsidRDefault="00F70C50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2866F81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22866F81">
              <w:rPr>
                <w:rFonts w:ascii="Corbel" w:eastAsia="Corbel" w:hAnsi="Corbel" w:cs="Corbel"/>
                <w:sz w:val="24"/>
                <w:szCs w:val="24"/>
              </w:rPr>
              <w:t>z harmonogramu</w:t>
            </w:r>
            <w:r w:rsidRPr="22866F81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704A35C2" w14:textId="77777777" w:rsidR="00F70C50" w:rsidRPr="001721EF" w:rsidRDefault="00A82636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605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70C50" w:rsidRPr="009C54AE" w14:paraId="11A3F3E2" w14:textId="77777777" w:rsidTr="22866F81">
        <w:tc>
          <w:tcPr>
            <w:tcW w:w="4962" w:type="dxa"/>
          </w:tcPr>
          <w:p w14:paraId="2750A6CD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6A9027" w14:textId="77777777" w:rsidR="00F70C50" w:rsidRPr="001721EF" w:rsidRDefault="002605BC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70C50" w:rsidRPr="009C54AE" w14:paraId="7AAB3A39" w14:textId="77777777" w:rsidTr="22866F81">
        <w:tc>
          <w:tcPr>
            <w:tcW w:w="4962" w:type="dxa"/>
          </w:tcPr>
          <w:p w14:paraId="7660431A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A05B6E" w14:textId="77777777" w:rsidR="00F70C50" w:rsidRPr="001721EF" w:rsidRDefault="00A82636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2605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70C50" w:rsidRPr="009C54AE" w14:paraId="03AA995E" w14:textId="77777777" w:rsidTr="22866F81">
        <w:tc>
          <w:tcPr>
            <w:tcW w:w="4962" w:type="dxa"/>
          </w:tcPr>
          <w:p w14:paraId="3D4B2727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89157D" w14:textId="77777777" w:rsidR="00F70C50" w:rsidRPr="001721EF" w:rsidRDefault="002605BC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F70C50" w:rsidRPr="009C54AE" w14:paraId="41DF79FA" w14:textId="77777777" w:rsidTr="22866F81">
        <w:tc>
          <w:tcPr>
            <w:tcW w:w="4962" w:type="dxa"/>
          </w:tcPr>
          <w:p w14:paraId="5FD1C35E" w14:textId="77777777" w:rsidR="00F70C50" w:rsidRPr="009C54AE" w:rsidRDefault="00F70C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87E3DE" w14:textId="77777777" w:rsidR="00F70C50" w:rsidRPr="001721EF" w:rsidRDefault="002605BC" w:rsidP="005D28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FB9E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22866F81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4E871BC" w14:textId="5AE96013" w:rsidR="0085747A" w:rsidRPr="009C54AE" w:rsidRDefault="3B790413" w:rsidP="22866F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2866F8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22866F81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4A5D23" w14:textId="5BAA2710" w:rsidR="0085747A" w:rsidRPr="009C54AE" w:rsidRDefault="63964FCA" w:rsidP="22866F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2866F8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38610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D7649" w14:textId="669F4BEA" w:rsidR="14452F9C" w:rsidRDefault="14452F9C" w:rsidP="14452F9C">
      <w:pPr>
        <w:pStyle w:val="Punktygwne"/>
        <w:spacing w:before="0" w:after="0"/>
        <w:rPr>
          <w:rFonts w:ascii="Corbel" w:hAnsi="Corbel"/>
          <w:smallCaps w:val="0"/>
        </w:rPr>
      </w:pPr>
    </w:p>
    <w:p w14:paraId="0E1ECF2F" w14:textId="5C6CE18B" w:rsidR="14452F9C" w:rsidRDefault="14452F9C" w:rsidP="14452F9C">
      <w:pPr>
        <w:pStyle w:val="Punktygwne"/>
        <w:spacing w:before="0" w:after="0"/>
        <w:rPr>
          <w:rFonts w:ascii="Corbel" w:hAnsi="Corbel"/>
          <w:smallCaps w:val="0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37805D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1EAEFBE" w14:textId="77777777" w:rsidTr="108158D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22866F8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22866F81">
              <w:rPr>
                <w:rFonts w:ascii="Corbel" w:hAnsi="Corbel"/>
                <w:bCs/>
                <w:smallCaps w:val="0"/>
              </w:rPr>
              <w:lastRenderedPageBreak/>
              <w:t>Literatura podstawowa:</w:t>
            </w:r>
          </w:p>
          <w:p w14:paraId="68F4077C" w14:textId="7D0786C2" w:rsidR="22866F81" w:rsidRDefault="22866F81" w:rsidP="22866F8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C96C40A" w14:textId="77777777" w:rsidR="00F70C50" w:rsidRDefault="00F70C50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Zasady podziału władzy we współczesnych państwach europejskich, </w:t>
            </w: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br/>
              <w:t>tom 1-2, red. nauk. S. Grabowska, R. Grabowski, Rzeszów 2016.</w:t>
            </w:r>
          </w:p>
          <w:p w14:paraId="7DE34C54" w14:textId="77777777" w:rsidR="00B93045" w:rsidRPr="001721EF" w:rsidRDefault="00B93045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A. Antoszewski, R. Herbut, Systemy polityczne współczesnej Europy, Warszawa 2006.</w:t>
            </w:r>
          </w:p>
          <w:p w14:paraId="352C236C" w14:textId="77777777" w:rsidR="00F70C50" w:rsidRPr="001721EF" w:rsidRDefault="00F70C50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Ustroje państw współczesnych, T. 1, red. W. Skrzydło, Lublin 2010.</w:t>
            </w:r>
          </w:p>
          <w:p w14:paraId="4694231E" w14:textId="77777777" w:rsidR="00F70C50" w:rsidRDefault="00F70C50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P. Sarnecki, Ustroje konstytucyjne państw współczesnych, Warszawa 2013.</w:t>
            </w:r>
          </w:p>
          <w:p w14:paraId="633A0B7F" w14:textId="77777777" w:rsidR="00B93045" w:rsidRPr="001721EF" w:rsidRDefault="00B93045" w:rsidP="00F70C50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Współczesne systemy polityczne, red. M. Żmigrodzki, B.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Dziemidok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-Olszewska, Warszawa 2016. </w:t>
            </w:r>
          </w:p>
          <w:p w14:paraId="463F29E8" w14:textId="77777777" w:rsidR="00F70C50" w:rsidRPr="009C54AE" w:rsidRDefault="00F70C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DD8CFE9" w14:textId="77777777" w:rsidTr="108158D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22866F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2866F81">
              <w:rPr>
                <w:rFonts w:ascii="Corbel" w:hAnsi="Corbel"/>
                <w:bCs/>
                <w:smallCaps w:val="0"/>
              </w:rPr>
              <w:t>Literatura uzupełniająca:</w:t>
            </w:r>
            <w:r w:rsidRPr="22866F81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1C9E5FB9" w14:textId="3C92204C" w:rsidR="22866F81" w:rsidRDefault="22866F81" w:rsidP="22866F8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6E3D0F6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Ustrój Unii Europejskiej i ustroje państw członkowskich, pod red. P. </w:t>
            </w:r>
          </w:p>
          <w:p w14:paraId="6330348F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Sarneckiego, Warszawa 2007.</w:t>
            </w:r>
          </w:p>
          <w:p w14:paraId="395C3D7F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Konstytucje państw Unii Europejskiej, pod red. W. Staśkiewicza, Warszawa 2011.</w:t>
            </w:r>
          </w:p>
          <w:p w14:paraId="38CB2F9E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J. Banaszak, Porównawcze prawo konstytucyjne współczesnych państw demokratycznych, Warszawa 2007.</w:t>
            </w:r>
          </w:p>
          <w:p w14:paraId="0F271986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J. Zieliński, I. </w:t>
            </w:r>
            <w:proofErr w:type="spellStart"/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Bokszczanin</w:t>
            </w:r>
            <w:proofErr w:type="spellEnd"/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Rządy w państwach Europy, T. 1, Warszawa 2003.</w:t>
            </w:r>
          </w:p>
          <w:p w14:paraId="2BFA4EA7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J. Zieliński, I. </w:t>
            </w:r>
            <w:proofErr w:type="spellStart"/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Bokszczanin</w:t>
            </w:r>
            <w:proofErr w:type="spellEnd"/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Rządy w państwach Europy, T. 2, Warszawa 2005.</w:t>
            </w:r>
          </w:p>
          <w:p w14:paraId="27DD4918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J. Zieliński, J. Zieliński, Rządy w państwach Europy, T. 3, Warszawa 2006.</w:t>
            </w:r>
          </w:p>
          <w:p w14:paraId="476C73DA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Zieliński, J. Zieliński, Rządy w państwach Europy, T. 4, Warszawa 2007.</w:t>
            </w:r>
          </w:p>
          <w:p w14:paraId="4EB53979" w14:textId="77777777" w:rsidR="00B93045" w:rsidRPr="001721EF" w:rsidRDefault="00B93045" w:rsidP="00B93045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1E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Prezydent w państwach współczesnych, pod red. J. Osińskiego, Warszawa 2009.</w:t>
            </w:r>
          </w:p>
          <w:p w14:paraId="6A078DCA" w14:textId="77777777" w:rsidR="00B93045" w:rsidRDefault="1F691597" w:rsidP="22866F81">
            <w:pPr>
              <w:numPr>
                <w:ilvl w:val="0"/>
                <w:numId w:val="3"/>
              </w:numPr>
              <w:spacing w:after="0" w:line="240" w:lineRule="auto"/>
              <w:ind w:left="318" w:hanging="40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22866F8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Książki z serii: „Systemy konstytucyjne państw świata” Wydawnictwa Sejmowego.</w:t>
            </w:r>
          </w:p>
          <w:p w14:paraId="37AA6CA7" w14:textId="1AE062F4" w:rsidR="00B93045" w:rsidRPr="001721EF" w:rsidRDefault="57588DF7" w:rsidP="22866F81">
            <w:pPr>
              <w:numPr>
                <w:ilvl w:val="0"/>
                <w:numId w:val="3"/>
              </w:numPr>
              <w:spacing w:after="0" w:line="240" w:lineRule="auto"/>
              <w:ind w:left="318" w:hanging="40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10815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W. Żebro</w:t>
            </w:r>
            <w:r w:rsidR="1CA7B9FB" w:rsidRPr="10815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10815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ski, Teoria współczesnych systemów politycznych, Olsztyn 2009.</w:t>
            </w:r>
          </w:p>
          <w:p w14:paraId="47F88403" w14:textId="77777777" w:rsidR="00B93045" w:rsidRPr="001721EF" w:rsidRDefault="1F691597" w:rsidP="22866F81">
            <w:pPr>
              <w:numPr>
                <w:ilvl w:val="0"/>
                <w:numId w:val="3"/>
              </w:numPr>
              <w:spacing w:after="0" w:line="240" w:lineRule="auto"/>
              <w:ind w:left="318" w:hanging="40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22866F8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Książki z serii: „Parlamenty” Wydawnictwa Sejmowego.</w:t>
            </w:r>
          </w:p>
          <w:p w14:paraId="3B7B4B86" w14:textId="77777777" w:rsidR="00B93045" w:rsidRPr="009C54AE" w:rsidRDefault="00B9304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A0FF5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FF92A" w14:textId="77777777" w:rsidR="00EA2E74" w:rsidRDefault="00EA2E74" w:rsidP="00C16ABF">
      <w:pPr>
        <w:spacing w:after="0" w:line="240" w:lineRule="auto"/>
      </w:pPr>
      <w:r>
        <w:separator/>
      </w:r>
    </w:p>
  </w:endnote>
  <w:endnote w:type="continuationSeparator" w:id="0">
    <w:p w14:paraId="110149AF" w14:textId="77777777" w:rsidR="00EA2E74" w:rsidRDefault="00EA2E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7667F" w14:textId="77777777" w:rsidR="00EA2E74" w:rsidRDefault="00EA2E74" w:rsidP="00C16ABF">
      <w:pPr>
        <w:spacing w:after="0" w:line="240" w:lineRule="auto"/>
      </w:pPr>
      <w:r>
        <w:separator/>
      </w:r>
    </w:p>
  </w:footnote>
  <w:footnote w:type="continuationSeparator" w:id="0">
    <w:p w14:paraId="6CFDC89C" w14:textId="77777777" w:rsidR="00EA2E74" w:rsidRDefault="00EA2E7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5D42F6"/>
    <w:multiLevelType w:val="hybridMultilevel"/>
    <w:tmpl w:val="4BCAD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B5472"/>
    <w:multiLevelType w:val="hybridMultilevel"/>
    <w:tmpl w:val="A7DE8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02512">
    <w:abstractNumId w:val="0"/>
  </w:num>
  <w:num w:numId="2" w16cid:durableId="298609856">
    <w:abstractNumId w:val="1"/>
  </w:num>
  <w:num w:numId="3" w16cid:durableId="11937615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1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A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F5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5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23E2"/>
    <w:rsid w:val="003343CF"/>
    <w:rsid w:val="00346FE9"/>
    <w:rsid w:val="0034759A"/>
    <w:rsid w:val="003503F6"/>
    <w:rsid w:val="00350778"/>
    <w:rsid w:val="003530DD"/>
    <w:rsid w:val="00363F78"/>
    <w:rsid w:val="0038022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856"/>
    <w:rsid w:val="00407B4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233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445"/>
    <w:rsid w:val="0056696D"/>
    <w:rsid w:val="0059484D"/>
    <w:rsid w:val="00596E11"/>
    <w:rsid w:val="005A0855"/>
    <w:rsid w:val="005A3196"/>
    <w:rsid w:val="005C080F"/>
    <w:rsid w:val="005C1782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2DA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F0A"/>
    <w:rsid w:val="00954A07"/>
    <w:rsid w:val="00997F14"/>
    <w:rsid w:val="009A78D9"/>
    <w:rsid w:val="009B032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63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BC9"/>
    <w:rsid w:val="00B66529"/>
    <w:rsid w:val="00B75946"/>
    <w:rsid w:val="00B8056E"/>
    <w:rsid w:val="00B819C8"/>
    <w:rsid w:val="00B82308"/>
    <w:rsid w:val="00B90885"/>
    <w:rsid w:val="00B93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E9A"/>
    <w:rsid w:val="00CD6897"/>
    <w:rsid w:val="00CE47C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91D"/>
    <w:rsid w:val="00DA2114"/>
    <w:rsid w:val="00DA385A"/>
    <w:rsid w:val="00DB322C"/>
    <w:rsid w:val="00DD41C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470"/>
    <w:rsid w:val="00E77E88"/>
    <w:rsid w:val="00E8107D"/>
    <w:rsid w:val="00E960BB"/>
    <w:rsid w:val="00EA2074"/>
    <w:rsid w:val="00EA2E74"/>
    <w:rsid w:val="00EA4832"/>
    <w:rsid w:val="00EA4E9D"/>
    <w:rsid w:val="00EB7D6F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70C50"/>
    <w:rsid w:val="00F83B28"/>
    <w:rsid w:val="00FA46E5"/>
    <w:rsid w:val="00FB29A1"/>
    <w:rsid w:val="00FB7DBA"/>
    <w:rsid w:val="00FC1C25"/>
    <w:rsid w:val="00FC3F45"/>
    <w:rsid w:val="00FD503F"/>
    <w:rsid w:val="00FD7589"/>
    <w:rsid w:val="00FF016A"/>
    <w:rsid w:val="00FF1401"/>
    <w:rsid w:val="00FF5E7D"/>
    <w:rsid w:val="0513E57A"/>
    <w:rsid w:val="077AC3AA"/>
    <w:rsid w:val="0B266F9D"/>
    <w:rsid w:val="0BBF30A1"/>
    <w:rsid w:val="0E30B17B"/>
    <w:rsid w:val="108158DA"/>
    <w:rsid w:val="14452F9C"/>
    <w:rsid w:val="1BEF8496"/>
    <w:rsid w:val="1CA7B9FB"/>
    <w:rsid w:val="1E2A6090"/>
    <w:rsid w:val="1F691597"/>
    <w:rsid w:val="2103C77D"/>
    <w:rsid w:val="22866F81"/>
    <w:rsid w:val="243B683F"/>
    <w:rsid w:val="25C28FB8"/>
    <w:rsid w:val="2819EA56"/>
    <w:rsid w:val="2AC645CF"/>
    <w:rsid w:val="2DC92228"/>
    <w:rsid w:val="362006AB"/>
    <w:rsid w:val="3A2A1F80"/>
    <w:rsid w:val="3A787C9F"/>
    <w:rsid w:val="3B790413"/>
    <w:rsid w:val="466F0048"/>
    <w:rsid w:val="4B1D65EB"/>
    <w:rsid w:val="4B8C2E95"/>
    <w:rsid w:val="52D6505C"/>
    <w:rsid w:val="57588DF7"/>
    <w:rsid w:val="5B910471"/>
    <w:rsid w:val="5ED4ED45"/>
    <w:rsid w:val="63964FCA"/>
    <w:rsid w:val="6FF65156"/>
    <w:rsid w:val="717AA463"/>
    <w:rsid w:val="71B16800"/>
    <w:rsid w:val="724D772D"/>
    <w:rsid w:val="7B749141"/>
    <w:rsid w:val="7F2C6FB3"/>
    <w:rsid w:val="7FE3D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FCDA"/>
  <w15:docId w15:val="{D01A0725-C1D6-4915-B467-34F3566C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629A4-0FEB-47C5-94E2-49142AA1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5</Pages>
  <Words>1069</Words>
  <Characters>6420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15</cp:revision>
  <cp:lastPrinted>2019-02-06T12:12:00Z</cp:lastPrinted>
  <dcterms:created xsi:type="dcterms:W3CDTF">2021-12-08T16:50:00Z</dcterms:created>
  <dcterms:modified xsi:type="dcterms:W3CDTF">2025-11-14T22:08:00Z</dcterms:modified>
</cp:coreProperties>
</file>